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D41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6D1D51B" wp14:editId="7AE958A1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2" name="Grafik 2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Pr="004A5249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„Pauls Bank“</w:t>
      </w:r>
    </w:p>
    <w:p w:rsidR="00EF5D41" w:rsidRDefault="00EF5D41" w:rsidP="00EF5D41">
      <w:pPr>
        <w:spacing w:after="0" w:line="240" w:lineRule="auto"/>
        <w:jc w:val="both"/>
        <w:rPr>
          <w:sz w:val="8"/>
          <w:szCs w:val="8"/>
        </w:rPr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  <w:r>
        <w:rPr>
          <w:b/>
        </w:rPr>
        <w:t>Aufgabe 1</w:t>
      </w: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  <w:r>
        <w:t>Wir hatten zu Zwillingskräften folgendes Gesetz festgelegt:</w:t>
      </w:r>
    </w:p>
    <w:p w:rsidR="00EF5D41" w:rsidRDefault="00EF5D41" w:rsidP="00EF5D41">
      <w:pPr>
        <w:spacing w:after="0" w:line="240" w:lineRule="auto"/>
        <w:jc w:val="both"/>
      </w:pPr>
      <w:r w:rsidRPr="00150B9C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64FA00F0" wp14:editId="6602D91E">
            <wp:simplePos x="0" y="0"/>
            <wp:positionH relativeFrom="column">
              <wp:posOffset>852805</wp:posOffset>
            </wp:positionH>
            <wp:positionV relativeFrom="paragraph">
              <wp:posOffset>17337</wp:posOffset>
            </wp:positionV>
            <wp:extent cx="4572638" cy="3429479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D5060C" w:rsidRDefault="00D5060C" w:rsidP="00EF5D41">
      <w:pPr>
        <w:spacing w:after="0" w:line="240" w:lineRule="auto"/>
        <w:jc w:val="both"/>
      </w:pPr>
    </w:p>
    <w:p w:rsidR="00D5060C" w:rsidRDefault="00D5060C" w:rsidP="00EF5D41">
      <w:pPr>
        <w:spacing w:after="0" w:line="240" w:lineRule="auto"/>
        <w:jc w:val="both"/>
      </w:pPr>
    </w:p>
    <w:p w:rsidR="00D5060C" w:rsidRDefault="00D5060C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16503D40" wp14:editId="1F4A8290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3" name="Grafik 3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Pr="004A5249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„Pauls Bank“</w:t>
      </w:r>
    </w:p>
    <w:p w:rsidR="00EF5D41" w:rsidRDefault="00EF5D41" w:rsidP="00EF5D41">
      <w:pPr>
        <w:spacing w:after="0" w:line="240" w:lineRule="auto"/>
        <w:jc w:val="both"/>
        <w:rPr>
          <w:sz w:val="8"/>
          <w:szCs w:val="8"/>
        </w:rPr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Wir hatten zum Kräftegleichgewicht folgendes notiert:</w:t>
      </w:r>
    </w:p>
    <w:p w:rsidR="00EF5D41" w:rsidRPr="00FC2CE6" w:rsidRDefault="00EF5D41" w:rsidP="00EF5D41">
      <w:pPr>
        <w:spacing w:after="0" w:line="240" w:lineRule="auto"/>
        <w:jc w:val="both"/>
        <w:rPr>
          <w:rFonts w:eastAsiaTheme="minorEastAsia"/>
        </w:rPr>
      </w:pPr>
    </w:p>
    <w:p w:rsidR="00EF5D41" w:rsidRPr="00FC2CE6" w:rsidRDefault="00EF5D41" w:rsidP="00EF5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Theme="minorEastAsia"/>
          <w:b/>
        </w:rPr>
      </w:pPr>
      <w:r w:rsidRPr="00FC2CE6">
        <w:rPr>
          <w:rFonts w:eastAsiaTheme="minorEastAsia"/>
          <w:b/>
        </w:rPr>
        <w:t>Man nennt den Fall, dass mehrere Kräfte auf den Körper ausgeübt werden,</w:t>
      </w:r>
      <w:r>
        <w:rPr>
          <w:rFonts w:eastAsiaTheme="minorEastAsia"/>
          <w:b/>
        </w:rPr>
        <w:t xml:space="preserve"> die sich zu Null addieren, Kräf</w:t>
      </w:r>
      <w:r w:rsidRPr="00FC2CE6">
        <w:rPr>
          <w:rFonts w:eastAsiaTheme="minorEastAsia"/>
          <w:b/>
        </w:rPr>
        <w:t>tegleichgewicht. Man sagt: „Der Körper ist im Kräftegleichgewicht“.</w:t>
      </w: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  <w:rPr>
          <w:b/>
        </w:rPr>
      </w:pPr>
    </w:p>
    <w:p w:rsidR="00EF5D41" w:rsidRDefault="00EF5D41" w:rsidP="00EF5D41">
      <w:pPr>
        <w:spacing w:after="0" w:line="240" w:lineRule="auto"/>
        <w:jc w:val="both"/>
        <w:rPr>
          <w:b/>
        </w:rPr>
      </w:pPr>
    </w:p>
    <w:p w:rsidR="00D5060C" w:rsidRDefault="00D506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F5D41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lastRenderedPageBreak/>
        <w:drawing>
          <wp:anchor distT="0" distB="0" distL="114300" distR="114300" simplePos="0" relativeHeight="251664384" behindDoc="1" locked="0" layoutInCell="1" allowOverlap="1" wp14:anchorId="520EAF28" wp14:editId="18628273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5" name="Grafik 5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Pr="004A5249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„Pauls Bank“</w:t>
      </w:r>
    </w:p>
    <w:p w:rsidR="00EF5D41" w:rsidRDefault="00EF5D41" w:rsidP="00EF5D41">
      <w:pPr>
        <w:spacing w:after="0" w:line="240" w:lineRule="auto"/>
        <w:jc w:val="both"/>
        <w:rPr>
          <w:b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1633455B" wp14:editId="47F863CA">
            <wp:simplePos x="0" y="0"/>
            <wp:positionH relativeFrom="column">
              <wp:posOffset>2001712</wp:posOffset>
            </wp:positionH>
            <wp:positionV relativeFrom="paragraph">
              <wp:posOffset>91469</wp:posOffset>
            </wp:positionV>
            <wp:extent cx="186817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365" y="21471"/>
                <wp:lineTo x="21365" y="0"/>
                <wp:lineTo x="0" y="0"/>
              </wp:wrapPolygon>
            </wp:wrapTight>
            <wp:docPr id="6" name="Grafik 6" descr="C:\Users\Woellermann\Desktop\Promotion\Unterrichtseinheit\Bilder_Abschnitt 7\Strang2_KindAufBank_GPLoes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KindAufBank_GPLoesung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EF5D41">
      <w:pPr>
        <w:spacing w:after="0" w:line="240" w:lineRule="auto"/>
        <w:jc w:val="both"/>
      </w:pPr>
      <w:r>
        <w:rPr>
          <w:b/>
        </w:rPr>
        <w:t>Aufgabe 1</w:t>
      </w: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1F190AE9" wp14:editId="1EC44DE9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7" name="Grafik 7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Pr="004A5249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„Pauls Bank“</w:t>
      </w:r>
    </w:p>
    <w:p w:rsidR="00EF5D41" w:rsidRDefault="00EF5D41" w:rsidP="00EF5D41">
      <w:pPr>
        <w:spacing w:after="0" w:line="240" w:lineRule="auto"/>
        <w:jc w:val="both"/>
        <w:rPr>
          <w:sz w:val="8"/>
          <w:szCs w:val="8"/>
        </w:rPr>
      </w:pPr>
    </w:p>
    <w:p w:rsidR="00EF5D41" w:rsidRDefault="00EF5D41" w:rsidP="00EF5D41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D5060C" w:rsidRDefault="00D5060C" w:rsidP="00EF5D41">
      <w:pPr>
        <w:spacing w:after="0" w:line="240" w:lineRule="auto"/>
        <w:jc w:val="both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30"/>
        <w:gridCol w:w="3239"/>
        <w:gridCol w:w="3242"/>
      </w:tblGrid>
      <w:tr w:rsidR="00D5060C" w:rsidTr="00D5060C">
        <w:tc>
          <w:tcPr>
            <w:tcW w:w="3303" w:type="dxa"/>
          </w:tcPr>
          <w:p w:rsidR="00D5060C" w:rsidRDefault="00D5060C" w:rsidP="00EF5D41">
            <w:pPr>
              <w:spacing w:after="0" w:line="240" w:lineRule="auto"/>
              <w:jc w:val="both"/>
            </w:pPr>
            <w:r>
              <w:t>Markieren der auf Paul ausgeübten Kräfte:</w:t>
            </w:r>
          </w:p>
        </w:tc>
        <w:tc>
          <w:tcPr>
            <w:tcW w:w="3304" w:type="dxa"/>
          </w:tcPr>
          <w:p w:rsidR="00D5060C" w:rsidRDefault="00D5060C" w:rsidP="00EF5D41">
            <w:pPr>
              <w:spacing w:after="0" w:line="240" w:lineRule="auto"/>
              <w:jc w:val="both"/>
            </w:pPr>
            <w:r>
              <w:t>Kräfteaddition:</w:t>
            </w:r>
          </w:p>
        </w:tc>
        <w:tc>
          <w:tcPr>
            <w:tcW w:w="3304" w:type="dxa"/>
          </w:tcPr>
          <w:p w:rsidR="00D5060C" w:rsidRDefault="00D5060C" w:rsidP="00EF5D41">
            <w:pPr>
              <w:spacing w:after="0" w:line="240" w:lineRule="auto"/>
              <w:jc w:val="both"/>
            </w:pPr>
            <w:r>
              <w:t>Begründung:</w:t>
            </w:r>
          </w:p>
        </w:tc>
      </w:tr>
      <w:tr w:rsidR="00D5060C" w:rsidTr="00D5060C">
        <w:tc>
          <w:tcPr>
            <w:tcW w:w="3303" w:type="dxa"/>
          </w:tcPr>
          <w:p w:rsidR="00D5060C" w:rsidRDefault="00D5060C" w:rsidP="00EF5D41">
            <w:pPr>
              <w:spacing w:after="0" w:line="240" w:lineRule="auto"/>
              <w:jc w:val="both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1" locked="0" layoutInCell="1" allowOverlap="1" wp14:anchorId="778F0D3C" wp14:editId="45FBA4C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459150</wp:posOffset>
                  </wp:positionV>
                  <wp:extent cx="2041451" cy="1889104"/>
                  <wp:effectExtent l="0" t="0" r="0" b="0"/>
                  <wp:wrapTight wrapText="bothSides">
                    <wp:wrapPolygon edited="0">
                      <wp:start x="0" y="0"/>
                      <wp:lineTo x="0" y="21353"/>
                      <wp:lineTo x="21371" y="21353"/>
                      <wp:lineTo x="21371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1451" cy="188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Such</w:t>
            </w:r>
            <w:r w:rsidR="00DA74E9">
              <w:t>t</w:t>
            </w:r>
            <w:r>
              <w:t xml:space="preserve"> in der Beschriftung nach den Worten „auf Paul“ und umkreis</w:t>
            </w:r>
            <w:r w:rsidR="00DA74E9">
              <w:t>t</w:t>
            </w:r>
            <w:r>
              <w:t xml:space="preserve"> sie:</w:t>
            </w:r>
          </w:p>
          <w:p w:rsidR="00D5060C" w:rsidRDefault="00D5060C" w:rsidP="00EF5D41">
            <w:pPr>
              <w:spacing w:after="0" w:line="240" w:lineRule="auto"/>
              <w:jc w:val="both"/>
            </w:pPr>
          </w:p>
        </w:tc>
        <w:tc>
          <w:tcPr>
            <w:tcW w:w="3304" w:type="dxa"/>
          </w:tcPr>
          <w:p w:rsidR="00D5060C" w:rsidRDefault="00D5060C" w:rsidP="00EF5D41">
            <w:pPr>
              <w:spacing w:after="0" w:line="240" w:lineRule="auto"/>
              <w:jc w:val="both"/>
            </w:pPr>
            <w:r w:rsidRPr="00974173">
              <w:rPr>
                <w:noProof/>
                <w:lang w:eastAsia="de-DE"/>
              </w:rPr>
              <w:drawing>
                <wp:anchor distT="0" distB="0" distL="114300" distR="114300" simplePos="0" relativeHeight="251674624" behindDoc="1" locked="0" layoutInCell="1" allowOverlap="1" wp14:anchorId="6CED9D7F" wp14:editId="72C0032D">
                  <wp:simplePos x="0" y="0"/>
                  <wp:positionH relativeFrom="column">
                    <wp:posOffset>739199</wp:posOffset>
                  </wp:positionH>
                  <wp:positionV relativeFrom="paragraph">
                    <wp:posOffset>788936</wp:posOffset>
                  </wp:positionV>
                  <wp:extent cx="147750" cy="685561"/>
                  <wp:effectExtent l="0" t="0" r="5080" b="635"/>
                  <wp:wrapTight wrapText="bothSides">
                    <wp:wrapPolygon edited="0">
                      <wp:start x="0" y="0"/>
                      <wp:lineTo x="0" y="21019"/>
                      <wp:lineTo x="19552" y="21019"/>
                      <wp:lineTo x="19552" y="0"/>
                      <wp:lineTo x="0" y="0"/>
                    </wp:wrapPolygon>
                  </wp:wrapTight>
                  <wp:docPr id="13" name="Grafik 13" descr="C:\Users\Woellermann\Desktop\Promotion\Unterrichtseinheit\Bilder_Abschnitt 7\Strang2_KindAufBank_GPLoesun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oellermann\Desktop\Promotion\Unterrichtseinheit\Bilder_Abschnitt 7\Strang2_KindAufBank_GPLoesun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50" cy="68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Addition der Kraftpfeile, deren Beschriftung umkreist wurde:</w:t>
            </w:r>
          </w:p>
        </w:tc>
        <w:tc>
          <w:tcPr>
            <w:tcW w:w="3304" w:type="dxa"/>
          </w:tcPr>
          <w:p w:rsidR="00D5060C" w:rsidRDefault="00D5060C" w:rsidP="00EF5D41">
            <w:pPr>
              <w:spacing w:after="0" w:line="240" w:lineRule="auto"/>
              <w:jc w:val="both"/>
            </w:pPr>
            <w:r>
              <w:t>Da die Kräfteaddition ergibt, dass die resultierende Kraft Null ist, ist Paul im Kräftegleichgewicht.</w:t>
            </w:r>
          </w:p>
        </w:tc>
      </w:tr>
    </w:tbl>
    <w:p w:rsidR="00EF5D41" w:rsidRDefault="00EF5D41" w:rsidP="00EF5D41">
      <w:pPr>
        <w:spacing w:after="0" w:line="240" w:lineRule="auto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  <w:rPr>
          <w:b/>
        </w:rPr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D5060C" w:rsidRDefault="00D5060C" w:rsidP="00D5060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4E65B816" wp14:editId="2F540806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4" name="Grafik 4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060C" w:rsidRPr="004A5249" w:rsidRDefault="00D5060C" w:rsidP="00D5060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„Pauls Bank“</w:t>
      </w:r>
    </w:p>
    <w:p w:rsidR="00D5060C" w:rsidRDefault="00D5060C" w:rsidP="00D5060C">
      <w:pPr>
        <w:spacing w:after="0" w:line="240" w:lineRule="auto"/>
        <w:jc w:val="both"/>
        <w:rPr>
          <w:sz w:val="8"/>
          <w:szCs w:val="8"/>
        </w:rPr>
      </w:pPr>
    </w:p>
    <w:p w:rsidR="00D5060C" w:rsidRDefault="00D5060C" w:rsidP="00D5060C">
      <w:pPr>
        <w:spacing w:after="0" w:line="240" w:lineRule="auto"/>
        <w:jc w:val="both"/>
        <w:rPr>
          <w:b/>
        </w:rPr>
      </w:pPr>
    </w:p>
    <w:p w:rsidR="00D5060C" w:rsidRDefault="00D5060C" w:rsidP="00D5060C">
      <w:pPr>
        <w:spacing w:after="0" w:line="240" w:lineRule="auto"/>
        <w:jc w:val="both"/>
        <w:rPr>
          <w:b/>
        </w:rPr>
      </w:pPr>
    </w:p>
    <w:p w:rsidR="00D5060C" w:rsidRDefault="00D5060C" w:rsidP="00D5060C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D5060C" w:rsidRDefault="00D5060C" w:rsidP="00D5060C">
      <w:pPr>
        <w:spacing w:after="0" w:line="240" w:lineRule="auto"/>
        <w:jc w:val="both"/>
        <w:rPr>
          <w:b/>
        </w:rPr>
      </w:pPr>
    </w:p>
    <w:p w:rsidR="00D5060C" w:rsidRDefault="00D5060C" w:rsidP="00D5060C">
      <w:pPr>
        <w:spacing w:after="0" w:line="240" w:lineRule="auto"/>
        <w:jc w:val="both"/>
      </w:pPr>
      <w:r>
        <w:t>Schaut euch an, wie wir im Unterricht die Aufgabe mit dem starken Maik, der sein Pferd stemmt, gelöst haben. Ihr könnt hier ähnlich vorgehen.</w:t>
      </w:r>
    </w:p>
    <w:p w:rsidR="00D5060C" w:rsidRDefault="00D5060C" w:rsidP="00D5060C">
      <w:pPr>
        <w:spacing w:after="0" w:line="240" w:lineRule="auto"/>
      </w:pPr>
    </w:p>
    <w:p w:rsidR="00EF5D41" w:rsidRDefault="00EF5D41" w:rsidP="00EF5D41">
      <w:pPr>
        <w:spacing w:after="0" w:line="240" w:lineRule="auto"/>
        <w:jc w:val="both"/>
      </w:pPr>
    </w:p>
    <w:p w:rsidR="00EF5D41" w:rsidRDefault="00EF5D41" w:rsidP="00EF5D41">
      <w:pPr>
        <w:spacing w:after="0" w:line="240" w:lineRule="auto"/>
        <w:jc w:val="both"/>
      </w:pPr>
    </w:p>
    <w:p w:rsidR="00D5060C" w:rsidRDefault="00D506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F5D41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lastRenderedPageBreak/>
        <w:drawing>
          <wp:anchor distT="0" distB="0" distL="114300" distR="114300" simplePos="0" relativeHeight="251667456" behindDoc="1" locked="0" layoutInCell="1" allowOverlap="1" wp14:anchorId="63FA9661" wp14:editId="1F67E7F9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10" name="Grafik 10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Pr="004A5249" w:rsidRDefault="00EF5D41" w:rsidP="00EF5D41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„Pauls Bank“</w:t>
      </w:r>
    </w:p>
    <w:p w:rsidR="00EF5D41" w:rsidRDefault="00EF5D41" w:rsidP="00EF5D41">
      <w:pPr>
        <w:spacing w:after="0" w:line="240" w:lineRule="auto"/>
        <w:jc w:val="both"/>
        <w:rPr>
          <w:sz w:val="8"/>
          <w:szCs w:val="8"/>
        </w:rPr>
      </w:pPr>
    </w:p>
    <w:p w:rsidR="00EF5D41" w:rsidRDefault="00EF5D41" w:rsidP="00EF5D41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D5060C" w:rsidRDefault="00D5060C" w:rsidP="00EF5D41">
      <w:pPr>
        <w:spacing w:after="0" w:line="240" w:lineRule="auto"/>
        <w:jc w:val="both"/>
        <w:rPr>
          <w:b/>
        </w:rPr>
      </w:pPr>
    </w:p>
    <w:p w:rsidR="00D5060C" w:rsidRDefault="00D5060C" w:rsidP="00931C45">
      <w:pPr>
        <w:pStyle w:val="Listenabsatz"/>
        <w:numPr>
          <w:ilvl w:val="0"/>
          <w:numId w:val="46"/>
        </w:numPr>
        <w:spacing w:after="0" w:line="240" w:lineRule="auto"/>
        <w:jc w:val="both"/>
        <w:rPr>
          <w:b/>
        </w:rPr>
      </w:pPr>
    </w:p>
    <w:p w:rsidR="00931C45" w:rsidRPr="00FC7FDA" w:rsidRDefault="00931C45" w:rsidP="00931C45">
      <w:pPr>
        <w:pStyle w:val="Listenabsatz"/>
        <w:numPr>
          <w:ilvl w:val="0"/>
          <w:numId w:val="47"/>
        </w:numPr>
        <w:spacing w:after="0" w:line="240" w:lineRule="auto"/>
        <w:ind w:left="1276"/>
        <w:jc w:val="both"/>
        <w:rPr>
          <w:b/>
        </w:rPr>
      </w:pPr>
      <w:r w:rsidRPr="00FC7FDA">
        <w:rPr>
          <w:b/>
        </w:rPr>
        <w:t>Markieren der auf Paul ausgeübten Kräfte:</w:t>
      </w:r>
    </w:p>
    <w:p w:rsidR="00931C45" w:rsidRPr="00931C45" w:rsidRDefault="00931C45" w:rsidP="00931C45">
      <w:pPr>
        <w:pStyle w:val="Listenabsatz"/>
        <w:spacing w:after="0" w:line="240" w:lineRule="auto"/>
        <w:ind w:left="1276"/>
        <w:jc w:val="both"/>
        <w:rPr>
          <w:b/>
        </w:rPr>
      </w:pPr>
    </w:p>
    <w:p w:rsidR="00931C45" w:rsidRDefault="00931C45" w:rsidP="00931C45">
      <w:pPr>
        <w:pStyle w:val="Listenabsatz"/>
        <w:spacing w:after="0" w:line="240" w:lineRule="auto"/>
        <w:ind w:left="1276"/>
        <w:jc w:val="both"/>
      </w:pPr>
      <w:r>
        <w:t>Such</w:t>
      </w:r>
      <w:r w:rsidR="00DA74E9">
        <w:t>t</w:t>
      </w:r>
      <w:r>
        <w:t xml:space="preserve"> in der Beschriftung nach den </w:t>
      </w:r>
      <w:proofErr w:type="spellStart"/>
      <w:r>
        <w:t>Worten„auf</w:t>
      </w:r>
      <w:proofErr w:type="spellEnd"/>
      <w:r>
        <w:t xml:space="preserve"> linkes Bein“ und umkreis</w:t>
      </w:r>
      <w:r w:rsidR="00DA74E9">
        <w:t>t</w:t>
      </w:r>
      <w:bookmarkStart w:id="0" w:name="_GoBack"/>
      <w:bookmarkEnd w:id="0"/>
      <w:r>
        <w:t xml:space="preserve"> sie:</w:t>
      </w:r>
    </w:p>
    <w:p w:rsidR="00931C45" w:rsidRDefault="00931C45" w:rsidP="00931C45">
      <w:pPr>
        <w:pStyle w:val="Listenabsatz"/>
        <w:spacing w:after="0" w:line="240" w:lineRule="auto"/>
        <w:ind w:left="1276"/>
        <w:jc w:val="both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91008" behindDoc="1" locked="0" layoutInCell="1" allowOverlap="1" wp14:anchorId="5A4F84EA" wp14:editId="37AAFDF1">
            <wp:simplePos x="0" y="0"/>
            <wp:positionH relativeFrom="column">
              <wp:posOffset>1127051</wp:posOffset>
            </wp:positionH>
            <wp:positionV relativeFrom="paragraph">
              <wp:posOffset>53222</wp:posOffset>
            </wp:positionV>
            <wp:extent cx="2600325" cy="2419350"/>
            <wp:effectExtent l="0" t="0" r="9525" b="0"/>
            <wp:wrapTight wrapText="bothSides">
              <wp:wrapPolygon edited="0">
                <wp:start x="0" y="0"/>
                <wp:lineTo x="0" y="21430"/>
                <wp:lineTo x="21521" y="21430"/>
                <wp:lineTo x="21521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083"/>
                    <a:stretch/>
                  </pic:blipFill>
                  <pic:spPr bwMode="auto">
                    <a:xfrm>
                      <a:off x="0" y="0"/>
                      <a:ext cx="2600325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Default="00931C45" w:rsidP="00931C45">
      <w:pPr>
        <w:spacing w:after="0" w:line="240" w:lineRule="auto"/>
        <w:jc w:val="both"/>
        <w:rPr>
          <w:b/>
        </w:rPr>
      </w:pPr>
    </w:p>
    <w:p w:rsidR="00931C45" w:rsidRPr="00FC7FDA" w:rsidRDefault="00931C45" w:rsidP="00931C45">
      <w:pPr>
        <w:pStyle w:val="Listenabsatz"/>
        <w:numPr>
          <w:ilvl w:val="0"/>
          <w:numId w:val="47"/>
        </w:numPr>
        <w:spacing w:after="0" w:line="240" w:lineRule="auto"/>
        <w:ind w:left="1276"/>
        <w:jc w:val="both"/>
        <w:rPr>
          <w:b/>
        </w:rPr>
      </w:pPr>
      <w:r w:rsidRPr="00FC7FDA">
        <w:rPr>
          <w:b/>
        </w:rPr>
        <w:t>Kräfteaddition:</w:t>
      </w:r>
    </w:p>
    <w:p w:rsidR="00931C45" w:rsidRDefault="00931C45" w:rsidP="00FC7FDA">
      <w:pPr>
        <w:pStyle w:val="Listenabsatz"/>
        <w:spacing w:after="0" w:line="240" w:lineRule="auto"/>
        <w:ind w:left="1276" w:right="2975"/>
        <w:jc w:val="both"/>
      </w:pPr>
      <w:r w:rsidRPr="00D5060C">
        <w:rPr>
          <w:noProof/>
          <w:lang w:eastAsia="de-DE"/>
        </w:rPr>
        <w:drawing>
          <wp:anchor distT="0" distB="0" distL="114300" distR="114300" simplePos="0" relativeHeight="251693056" behindDoc="1" locked="0" layoutInCell="1" allowOverlap="1" wp14:anchorId="09C72DB2" wp14:editId="3930AE33">
            <wp:simplePos x="0" y="0"/>
            <wp:positionH relativeFrom="column">
              <wp:posOffset>4771892</wp:posOffset>
            </wp:positionH>
            <wp:positionV relativeFrom="paragraph">
              <wp:posOffset>106340</wp:posOffset>
            </wp:positionV>
            <wp:extent cx="200025" cy="552450"/>
            <wp:effectExtent l="0" t="0" r="9525" b="0"/>
            <wp:wrapTight wrapText="bothSides">
              <wp:wrapPolygon edited="0">
                <wp:start x="0" y="0"/>
                <wp:lineTo x="0" y="20855"/>
                <wp:lineTo x="20571" y="20855"/>
                <wp:lineTo x="20571" y="0"/>
                <wp:lineTo x="0" y="0"/>
              </wp:wrapPolygon>
            </wp:wrapTight>
            <wp:docPr id="12" name="Grafik 12" descr="C:\Users\Woellermann\Desktop\Promotion\Unterrichtseinheit\Bilder_Abschnitt 7\Strang2_KindAufBank_GPLoesun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ellermann\Desktop\Promotion\Unterrichtseinheit\Bilder_Abschnitt 7\Strang2_KindAufBank_GPLoesung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Addition der Kraftpfeile, deren Beschriftung umkreist wurde</w:t>
      </w:r>
      <w:r w:rsidR="00FC7FDA">
        <w:t xml:space="preserve"> (schwarz)</w:t>
      </w:r>
      <w:r>
        <w:t>:</w:t>
      </w:r>
    </w:p>
    <w:p w:rsidR="00931C45" w:rsidRPr="00931C45" w:rsidRDefault="00931C45" w:rsidP="00931C45">
      <w:pPr>
        <w:pStyle w:val="Listenabsatz"/>
        <w:spacing w:after="0" w:line="240" w:lineRule="auto"/>
        <w:ind w:left="1276" w:right="2975"/>
        <w:jc w:val="both"/>
        <w:rPr>
          <w:b/>
        </w:rPr>
      </w:pPr>
      <w:r>
        <w:t xml:space="preserve">Es fehlt der graue Pfeil, damit das linke Bein im Kräftegleichgewicht ist. Dieser Pfeil stellt die von der </w:t>
      </w:r>
      <w:r w:rsidR="00016261">
        <w:t>Sitzfläche</w:t>
      </w:r>
      <w:r>
        <w:t xml:space="preserve"> auf das linke Bein ausgeübte Kraft dar.</w:t>
      </w:r>
    </w:p>
    <w:p w:rsidR="00931C45" w:rsidRPr="00931C45" w:rsidRDefault="00931C45" w:rsidP="00931C45">
      <w:pPr>
        <w:pStyle w:val="Listenabsatz"/>
        <w:spacing w:after="0" w:line="240" w:lineRule="auto"/>
        <w:ind w:left="1276"/>
        <w:jc w:val="both"/>
        <w:rPr>
          <w:b/>
        </w:rPr>
      </w:pPr>
    </w:p>
    <w:p w:rsidR="00D5060C" w:rsidRDefault="00D5060C" w:rsidP="00D5060C">
      <w:pPr>
        <w:spacing w:after="0" w:line="240" w:lineRule="auto"/>
      </w:pPr>
    </w:p>
    <w:p w:rsidR="00931C45" w:rsidRDefault="00931C45" w:rsidP="00D5060C">
      <w:pPr>
        <w:spacing w:after="0" w:line="240" w:lineRule="auto"/>
      </w:pPr>
    </w:p>
    <w:p w:rsidR="00D5060C" w:rsidRDefault="00D5060C" w:rsidP="00931C45">
      <w:pPr>
        <w:pStyle w:val="Listenabsatz"/>
        <w:numPr>
          <w:ilvl w:val="0"/>
          <w:numId w:val="46"/>
        </w:numPr>
        <w:spacing w:after="0" w:line="240" w:lineRule="auto"/>
        <w:jc w:val="both"/>
      </w:pPr>
    </w:p>
    <w:p w:rsidR="00FC7FDA" w:rsidRDefault="00FC7FDA" w:rsidP="00FC7FDA">
      <w:pPr>
        <w:spacing w:after="0" w:line="240" w:lineRule="auto"/>
        <w:ind w:left="1276"/>
        <w:jc w:val="both"/>
        <w:rPr>
          <w:rFonts w:eastAsiaTheme="minorEastAsia"/>
        </w:rPr>
      </w:pPr>
      <w:r>
        <w:rPr>
          <w:rFonts w:eastAsiaTheme="minorEastAsia"/>
        </w:rPr>
        <w:t>D</w:t>
      </w:r>
      <w:r w:rsidRPr="00D5060C">
        <w:rPr>
          <w:rFonts w:eastAsiaTheme="minorEastAsia"/>
        </w:rPr>
        <w:t>er Kraftpfeil</w:t>
      </w:r>
      <w:r>
        <w:rPr>
          <w:rFonts w:eastAsiaTheme="minorEastAsia"/>
        </w:rPr>
        <w:t xml:space="preserve"> ist ca. 8 mm</w:t>
      </w:r>
      <w:r w:rsidRPr="00D5060C">
        <w:rPr>
          <w:rFonts w:eastAsiaTheme="minorEastAsia"/>
        </w:rPr>
        <w:t xml:space="preserve"> lang,</w:t>
      </w:r>
      <w:r>
        <w:rPr>
          <w:rFonts w:eastAsiaTheme="minorEastAsia"/>
        </w:rPr>
        <w:t xml:space="preserve"> das entspricht ca. 800 N.</w:t>
      </w:r>
    </w:p>
    <w:p w:rsidR="00EF5D41" w:rsidRDefault="00FC7FDA" w:rsidP="00FC7FDA">
      <w:pPr>
        <w:spacing w:after="0" w:line="240" w:lineRule="auto"/>
        <w:ind w:left="1276"/>
        <w:jc w:val="both"/>
      </w:pPr>
      <w:r>
        <w:rPr>
          <w:rFonts w:eastAsiaTheme="minorEastAsia"/>
        </w:rPr>
        <w:t>A</w:t>
      </w:r>
      <w:r w:rsidRPr="00D5060C">
        <w:rPr>
          <w:rFonts w:eastAsiaTheme="minorEastAsia"/>
        </w:rPr>
        <w:t>lso</w:t>
      </w:r>
      <w:r>
        <w:rPr>
          <w:rFonts w:eastAsiaTheme="minorEastAsia"/>
        </w:rPr>
        <w:t xml:space="preserve"> muss das Holz eine Druckfestigkeit von mindestens </w:t>
      </w:r>
      <w:r w:rsidRPr="00D5060C">
        <w:rPr>
          <w:rFonts w:eastAsiaTheme="minorEastAsia"/>
        </w:rPr>
        <w:t xml:space="preserve">800 N </w:t>
      </w:r>
      <w:r>
        <w:rPr>
          <w:rFonts w:eastAsiaTheme="minorEastAsia"/>
        </w:rPr>
        <w:t>aufweisen</w:t>
      </w:r>
      <w:r w:rsidRPr="00D5060C">
        <w:rPr>
          <w:rFonts w:eastAsiaTheme="minorEastAsia"/>
        </w:rPr>
        <w:t xml:space="preserve">. Da es </w:t>
      </w:r>
      <w:r>
        <w:rPr>
          <w:rFonts w:eastAsiaTheme="minorEastAsia"/>
        </w:rPr>
        <w:t xml:space="preserve">laut Text </w:t>
      </w:r>
      <w:r w:rsidRPr="00D5060C">
        <w:rPr>
          <w:rFonts w:eastAsiaTheme="minorEastAsia"/>
        </w:rPr>
        <w:t>3 000 N aushält, kann Pauls Vater das Holz für die Beine der Bank verwenden.</w:t>
      </w:r>
    </w:p>
    <w:p w:rsidR="00D5060C" w:rsidRPr="00EF5D41" w:rsidRDefault="00D5060C" w:rsidP="00D24A16">
      <w:pPr>
        <w:spacing w:after="0" w:line="240" w:lineRule="auto"/>
        <w:jc w:val="both"/>
      </w:pPr>
    </w:p>
    <w:sectPr w:rsidR="00D5060C" w:rsidRPr="00EF5D41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E6680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EE32B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29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D44E7B"/>
    <w:multiLevelType w:val="hybridMultilevel"/>
    <w:tmpl w:val="8A3461EC"/>
    <w:lvl w:ilvl="0" w:tplc="D1B47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4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F517B"/>
    <w:multiLevelType w:val="hybridMultilevel"/>
    <w:tmpl w:val="5C883D1C"/>
    <w:lvl w:ilvl="0" w:tplc="B442E2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61ADB"/>
    <w:multiLevelType w:val="hybridMultilevel"/>
    <w:tmpl w:val="F66670E4"/>
    <w:lvl w:ilvl="0" w:tplc="45C4F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5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</w:num>
  <w:num w:numId="2">
    <w:abstractNumId w:val="34"/>
  </w:num>
  <w:num w:numId="3">
    <w:abstractNumId w:val="36"/>
  </w:num>
  <w:num w:numId="4">
    <w:abstractNumId w:val="41"/>
  </w:num>
  <w:num w:numId="5">
    <w:abstractNumId w:val="2"/>
  </w:num>
  <w:num w:numId="6">
    <w:abstractNumId w:val="8"/>
  </w:num>
  <w:num w:numId="7">
    <w:abstractNumId w:val="21"/>
  </w:num>
  <w:num w:numId="8">
    <w:abstractNumId w:val="19"/>
  </w:num>
  <w:num w:numId="9">
    <w:abstractNumId w:val="37"/>
  </w:num>
  <w:num w:numId="10">
    <w:abstractNumId w:val="42"/>
  </w:num>
  <w:num w:numId="11">
    <w:abstractNumId w:val="35"/>
  </w:num>
  <w:num w:numId="12">
    <w:abstractNumId w:val="20"/>
  </w:num>
  <w:num w:numId="13">
    <w:abstractNumId w:val="0"/>
  </w:num>
  <w:num w:numId="14">
    <w:abstractNumId w:val="4"/>
  </w:num>
  <w:num w:numId="15">
    <w:abstractNumId w:val="3"/>
  </w:num>
  <w:num w:numId="16">
    <w:abstractNumId w:val="27"/>
  </w:num>
  <w:num w:numId="17">
    <w:abstractNumId w:val="1"/>
  </w:num>
  <w:num w:numId="18">
    <w:abstractNumId w:val="12"/>
  </w:num>
  <w:num w:numId="19">
    <w:abstractNumId w:val="18"/>
  </w:num>
  <w:num w:numId="20">
    <w:abstractNumId w:val="25"/>
  </w:num>
  <w:num w:numId="21">
    <w:abstractNumId w:val="24"/>
  </w:num>
  <w:num w:numId="22">
    <w:abstractNumId w:val="14"/>
  </w:num>
  <w:num w:numId="23">
    <w:abstractNumId w:val="28"/>
  </w:num>
  <w:num w:numId="24">
    <w:abstractNumId w:val="32"/>
  </w:num>
  <w:num w:numId="25">
    <w:abstractNumId w:val="45"/>
  </w:num>
  <w:num w:numId="26">
    <w:abstractNumId w:val="5"/>
  </w:num>
  <w:num w:numId="27">
    <w:abstractNumId w:val="6"/>
  </w:num>
  <w:num w:numId="28">
    <w:abstractNumId w:val="38"/>
  </w:num>
  <w:num w:numId="29">
    <w:abstractNumId w:val="22"/>
  </w:num>
  <w:num w:numId="30">
    <w:abstractNumId w:val="40"/>
  </w:num>
  <w:num w:numId="31">
    <w:abstractNumId w:val="17"/>
  </w:num>
  <w:num w:numId="32">
    <w:abstractNumId w:val="9"/>
  </w:num>
  <w:num w:numId="33">
    <w:abstractNumId w:val="29"/>
  </w:num>
  <w:num w:numId="34">
    <w:abstractNumId w:val="44"/>
  </w:num>
  <w:num w:numId="35">
    <w:abstractNumId w:val="7"/>
  </w:num>
  <w:num w:numId="36">
    <w:abstractNumId w:val="15"/>
  </w:num>
  <w:num w:numId="37">
    <w:abstractNumId w:val="26"/>
  </w:num>
  <w:num w:numId="38">
    <w:abstractNumId w:val="11"/>
  </w:num>
  <w:num w:numId="39">
    <w:abstractNumId w:val="33"/>
  </w:num>
  <w:num w:numId="40">
    <w:abstractNumId w:val="46"/>
  </w:num>
  <w:num w:numId="41">
    <w:abstractNumId w:val="13"/>
  </w:num>
  <w:num w:numId="42">
    <w:abstractNumId w:val="23"/>
  </w:num>
  <w:num w:numId="43">
    <w:abstractNumId w:val="31"/>
  </w:num>
  <w:num w:numId="44">
    <w:abstractNumId w:val="10"/>
  </w:num>
  <w:num w:numId="45">
    <w:abstractNumId w:val="30"/>
  </w:num>
  <w:num w:numId="46">
    <w:abstractNumId w:val="43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16261"/>
    <w:rsid w:val="00017025"/>
    <w:rsid w:val="00021E1D"/>
    <w:rsid w:val="00024AB2"/>
    <w:rsid w:val="0003148E"/>
    <w:rsid w:val="00033C38"/>
    <w:rsid w:val="000344D1"/>
    <w:rsid w:val="00036453"/>
    <w:rsid w:val="000405A5"/>
    <w:rsid w:val="00040ADB"/>
    <w:rsid w:val="00056319"/>
    <w:rsid w:val="00056DF9"/>
    <w:rsid w:val="00064F30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A3B"/>
    <w:rsid w:val="00115858"/>
    <w:rsid w:val="001174F4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B3FA6"/>
    <w:rsid w:val="001C0B30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73E0D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2F65C1"/>
    <w:rsid w:val="00330208"/>
    <w:rsid w:val="003375C5"/>
    <w:rsid w:val="00343979"/>
    <w:rsid w:val="0035439A"/>
    <w:rsid w:val="00363669"/>
    <w:rsid w:val="00370BDC"/>
    <w:rsid w:val="00385A0F"/>
    <w:rsid w:val="00392904"/>
    <w:rsid w:val="003A57D2"/>
    <w:rsid w:val="003B3EB3"/>
    <w:rsid w:val="003B69C1"/>
    <w:rsid w:val="003C00D0"/>
    <w:rsid w:val="003E65F6"/>
    <w:rsid w:val="0040210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4F7D6A"/>
    <w:rsid w:val="00505F36"/>
    <w:rsid w:val="0050703A"/>
    <w:rsid w:val="0050751E"/>
    <w:rsid w:val="0053279C"/>
    <w:rsid w:val="0053280C"/>
    <w:rsid w:val="00536ABD"/>
    <w:rsid w:val="005516A6"/>
    <w:rsid w:val="00553BA5"/>
    <w:rsid w:val="00553DBF"/>
    <w:rsid w:val="00560320"/>
    <w:rsid w:val="0056638D"/>
    <w:rsid w:val="00586115"/>
    <w:rsid w:val="00586A44"/>
    <w:rsid w:val="00593B89"/>
    <w:rsid w:val="005A0636"/>
    <w:rsid w:val="005A0ECB"/>
    <w:rsid w:val="005A3EDA"/>
    <w:rsid w:val="005A5158"/>
    <w:rsid w:val="005C3A1D"/>
    <w:rsid w:val="005D1E0E"/>
    <w:rsid w:val="005E2066"/>
    <w:rsid w:val="005E5346"/>
    <w:rsid w:val="005F00A4"/>
    <w:rsid w:val="00600141"/>
    <w:rsid w:val="00613F0D"/>
    <w:rsid w:val="0062613B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6F473E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90D26"/>
    <w:rsid w:val="007A7FF1"/>
    <w:rsid w:val="007C2917"/>
    <w:rsid w:val="007C50A2"/>
    <w:rsid w:val="007C6DCF"/>
    <w:rsid w:val="007C7C23"/>
    <w:rsid w:val="007E014C"/>
    <w:rsid w:val="007E69BD"/>
    <w:rsid w:val="00810D7D"/>
    <w:rsid w:val="0081639E"/>
    <w:rsid w:val="008252B7"/>
    <w:rsid w:val="008372F2"/>
    <w:rsid w:val="00865446"/>
    <w:rsid w:val="00871287"/>
    <w:rsid w:val="00873A81"/>
    <w:rsid w:val="0088210A"/>
    <w:rsid w:val="0088263B"/>
    <w:rsid w:val="00895ABC"/>
    <w:rsid w:val="008A3D7E"/>
    <w:rsid w:val="008A3F91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5464"/>
    <w:rsid w:val="008F711C"/>
    <w:rsid w:val="00902FD8"/>
    <w:rsid w:val="009054B7"/>
    <w:rsid w:val="00931C45"/>
    <w:rsid w:val="009324F5"/>
    <w:rsid w:val="0093519D"/>
    <w:rsid w:val="00961AFC"/>
    <w:rsid w:val="009705E3"/>
    <w:rsid w:val="00983B90"/>
    <w:rsid w:val="009875D8"/>
    <w:rsid w:val="00990B2B"/>
    <w:rsid w:val="009941C1"/>
    <w:rsid w:val="009A6ACB"/>
    <w:rsid w:val="009E2B32"/>
    <w:rsid w:val="009E684D"/>
    <w:rsid w:val="009E6C7C"/>
    <w:rsid w:val="009F7A6A"/>
    <w:rsid w:val="00A0083B"/>
    <w:rsid w:val="00A019DE"/>
    <w:rsid w:val="00A04681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E5360"/>
    <w:rsid w:val="00AF7ECE"/>
    <w:rsid w:val="00B055B6"/>
    <w:rsid w:val="00B16F9F"/>
    <w:rsid w:val="00B1725C"/>
    <w:rsid w:val="00B50703"/>
    <w:rsid w:val="00B51BB9"/>
    <w:rsid w:val="00B71DA8"/>
    <w:rsid w:val="00B72840"/>
    <w:rsid w:val="00B75CC9"/>
    <w:rsid w:val="00B80722"/>
    <w:rsid w:val="00B834AB"/>
    <w:rsid w:val="00BC269F"/>
    <w:rsid w:val="00BD01D8"/>
    <w:rsid w:val="00BD359C"/>
    <w:rsid w:val="00BD37C7"/>
    <w:rsid w:val="00BE2DB2"/>
    <w:rsid w:val="00BE3BFE"/>
    <w:rsid w:val="00BE60DA"/>
    <w:rsid w:val="00C02D18"/>
    <w:rsid w:val="00C121E8"/>
    <w:rsid w:val="00C15F30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060C"/>
    <w:rsid w:val="00D541CF"/>
    <w:rsid w:val="00D719F6"/>
    <w:rsid w:val="00D830DE"/>
    <w:rsid w:val="00D87C0E"/>
    <w:rsid w:val="00D96058"/>
    <w:rsid w:val="00DA4223"/>
    <w:rsid w:val="00DA74E9"/>
    <w:rsid w:val="00DC7490"/>
    <w:rsid w:val="00DD58DA"/>
    <w:rsid w:val="00DE5579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EF5D41"/>
    <w:rsid w:val="00F056D4"/>
    <w:rsid w:val="00F10625"/>
    <w:rsid w:val="00F22338"/>
    <w:rsid w:val="00F2594F"/>
    <w:rsid w:val="00F320D5"/>
    <w:rsid w:val="00F43BC3"/>
    <w:rsid w:val="00F44F80"/>
    <w:rsid w:val="00F52C86"/>
    <w:rsid w:val="00F634FA"/>
    <w:rsid w:val="00F66FD9"/>
    <w:rsid w:val="00F75746"/>
    <w:rsid w:val="00F774B9"/>
    <w:rsid w:val="00F77E63"/>
    <w:rsid w:val="00F97063"/>
    <w:rsid w:val="00FB1557"/>
    <w:rsid w:val="00FC0CFB"/>
    <w:rsid w:val="00FC2CE6"/>
    <w:rsid w:val="00FC3B16"/>
    <w:rsid w:val="00FC7FDA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3A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3A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1F810-2513-4F39-825E-5E4A36A3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4</Pages>
  <Words>235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68</cp:revision>
  <cp:lastPrinted>2018-09-24T11:30:00Z</cp:lastPrinted>
  <dcterms:created xsi:type="dcterms:W3CDTF">2018-06-04T05:11:00Z</dcterms:created>
  <dcterms:modified xsi:type="dcterms:W3CDTF">2018-11-21T15:14:00Z</dcterms:modified>
</cp:coreProperties>
</file>